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CE8F007-8C8B-4B27-94CF-F6811311A056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